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C78B2" w14:textId="6121B73D" w:rsidR="004A199F" w:rsidRDefault="004A199F" w:rsidP="004A199F">
      <w:pPr>
        <w:spacing w:line="300" w:lineRule="auto"/>
        <w:rPr>
          <w:rFonts w:ascii="Calibri" w:hAnsi="Calibri" w:cs="Calibri"/>
        </w:rPr>
      </w:pPr>
    </w:p>
    <w:p w14:paraId="13DF161E" w14:textId="20573A24" w:rsidR="00E144EE" w:rsidRDefault="00C179AA" w:rsidP="00E144EE">
      <w:pPr>
        <w:spacing w:line="300" w:lineRule="auto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Vorgehen bei der Konstruktion von Spiegelbildern</w:t>
      </w:r>
    </w:p>
    <w:p w14:paraId="70603205" w14:textId="2770D00C" w:rsidR="00DF6CCC" w:rsidRDefault="0098301D" w:rsidP="00E144EE">
      <w:pPr>
        <w:spacing w:line="300" w:lineRule="auto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E41761" wp14:editId="1F0D1474">
                <wp:simplePos x="0" y="0"/>
                <wp:positionH relativeFrom="margin">
                  <wp:posOffset>-53975</wp:posOffset>
                </wp:positionH>
                <wp:positionV relativeFrom="margin">
                  <wp:posOffset>744855</wp:posOffset>
                </wp:positionV>
                <wp:extent cx="2564765" cy="2245360"/>
                <wp:effectExtent l="19050" t="19050" r="6985" b="21590"/>
                <wp:wrapSquare wrapText="bothSides"/>
                <wp:docPr id="1064141478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765" cy="2245360"/>
                          <a:chOff x="0" y="0"/>
                          <a:chExt cx="2564765" cy="2245360"/>
                        </a:xfrm>
                      </wpg:grpSpPr>
                      <pic:pic xmlns:pic="http://schemas.openxmlformats.org/drawingml/2006/picture">
                        <pic:nvPicPr>
                          <pic:cNvPr id="1846697279" name="Bild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2245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  <wps:wsp>
                        <wps:cNvPr id="3633719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7515" y="1962150"/>
                            <a:ext cx="55499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A2C2D" w14:textId="77777777" w:rsidR="005524CC" w:rsidRPr="005524CC" w:rsidRDefault="005524CC" w:rsidP="005524CC">
                              <w:pPr>
                                <w:jc w:val="center"/>
                                <w:rPr>
                                  <w:rFonts w:ascii="Calibri" w:hAnsi="Calibri" w:cs="Calibri"/>
                                </w:rPr>
                              </w:pPr>
                              <w:r w:rsidRPr="005524CC">
                                <w:rPr>
                                  <w:rFonts w:ascii="Calibri" w:hAnsi="Calibri" w:cs="Calibri"/>
                                </w:rPr>
                                <w:t>Auge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4307265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9275" y="1062990"/>
                            <a:ext cx="74549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F4FB4" w14:textId="77777777" w:rsidR="005524CC" w:rsidRPr="005524CC" w:rsidRDefault="005524CC" w:rsidP="005524CC">
                              <w:pPr>
                                <w:jc w:val="center"/>
                                <w:rPr>
                                  <w:rFonts w:ascii="Calibri" w:hAnsi="Calibri" w:cs="Calibri"/>
                                </w:rPr>
                              </w:pPr>
                              <w:r w:rsidRPr="005524CC">
                                <w:rPr>
                                  <w:rFonts w:ascii="Calibri" w:hAnsi="Calibri" w:cs="Calibri"/>
                                </w:rPr>
                                <w:t>Spiegel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0294333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1870710"/>
                            <a:ext cx="55499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9EA3A9" w14:textId="30EDEF7D" w:rsidR="004E5ADF" w:rsidRPr="005524CC" w:rsidRDefault="004E5ADF" w:rsidP="005524CC">
                              <w:pPr>
                                <w:jc w:val="center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Kerze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41761" id="Gruppieren 13" o:spid="_x0000_s1026" style="position:absolute;left:0;text-align:left;margin-left:-4.25pt;margin-top:58.65pt;width:201.95pt;height:176.8pt;z-index:251670528;mso-position-horizontal-relative:margin;mso-position-vertical-relative:margin" coordsize="25647,224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6" o:spid="_x0000_s1027" type="#_x0000_t75" style="position:absolute;width:25203;height:224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" stroked="t" strokeweight=".5pt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7075;top:19621;width:555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" filled="f" stroked="f">
                  <v:textbox style="mso-fit-shape-to-text:t">
                    <w:txbxContent>
                      <w:p w14:paraId="00FA2C2D" w14:textId="77777777" w:rsidR="005524CC" w:rsidRPr="005524CC" w:rsidRDefault="005524CC" w:rsidP="005524CC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5524CC">
                          <w:rPr>
                            <w:rFonts w:ascii="Calibri" w:hAnsi="Calibri" w:cs="Calibri"/>
                          </w:rPr>
                          <w:t>Auge</w:t>
                        </w:r>
                      </w:p>
                    </w:txbxContent>
                  </v:textbox>
                </v:shape>
                <v:shape id="_x0000_s1029" type="#_x0000_t202" style="position:absolute;left:18192;top:10629;width:7455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" filled="f" stroked="f">
                  <v:textbox style="mso-fit-shape-to-text:t">
                    <w:txbxContent>
                      <w:p w14:paraId="156F4FB4" w14:textId="77777777" w:rsidR="005524CC" w:rsidRPr="005524CC" w:rsidRDefault="005524CC" w:rsidP="005524CC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5524CC">
                          <w:rPr>
                            <w:rFonts w:ascii="Calibri" w:hAnsi="Calibri" w:cs="Calibri"/>
                          </w:rPr>
                          <w:t>Spiegel</w:t>
                        </w:r>
                      </w:p>
                    </w:txbxContent>
                  </v:textbox>
                </v:shape>
                <v:shape id="_x0000_s1030" type="#_x0000_t202" style="position:absolute;left:768;top:18707;width:555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" filled="f" stroked="f">
                  <v:textbox style="mso-fit-shape-to-text:t">
                    <w:txbxContent>
                      <w:p w14:paraId="609EA3A9" w14:textId="30EDEF7D" w:rsidR="004E5ADF" w:rsidRPr="005524CC" w:rsidRDefault="004E5ADF" w:rsidP="005524CC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Kerze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356BE1B4" w14:textId="7C6AF4A9" w:rsidR="00671F10" w:rsidRDefault="00671F10" w:rsidP="0098301D">
      <w:pPr>
        <w:numPr>
          <w:ilvl w:val="0"/>
          <w:numId w:val="5"/>
        </w:numPr>
        <w:tabs>
          <w:tab w:val="clear" w:pos="360"/>
          <w:tab w:val="num" w:pos="4536"/>
        </w:tabs>
        <w:spacing w:line="360" w:lineRule="auto"/>
        <w:ind w:left="4536" w:hanging="1418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Einzeichnen des Spiegelbildes</w:t>
      </w:r>
      <w:r w:rsidR="00023DC3">
        <w:rPr>
          <w:rFonts w:ascii="Calibri" w:hAnsi="Calibri" w:cs="Calibri"/>
        </w:rPr>
        <w:t xml:space="preserve"> _____________</w:t>
      </w:r>
      <w:r>
        <w:rPr>
          <w:rFonts w:ascii="Calibri" w:hAnsi="Calibri" w:cs="Calibri"/>
        </w:rPr>
        <w:t xml:space="preserve"> zur Spiegelebene und </w:t>
      </w:r>
      <w:r w:rsidR="00023DC3">
        <w:rPr>
          <w:rFonts w:ascii="Calibri" w:hAnsi="Calibri" w:cs="Calibri"/>
        </w:rPr>
        <w:t>___________</w:t>
      </w:r>
      <w:r w:rsidR="00DF6CCC">
        <w:rPr>
          <w:rFonts w:ascii="Calibri" w:hAnsi="Calibri" w:cs="Calibri"/>
        </w:rPr>
        <w:t>____</w:t>
      </w:r>
      <w:r w:rsidR="00023DC3">
        <w:rPr>
          <w:rFonts w:ascii="Calibri" w:hAnsi="Calibri" w:cs="Calibri"/>
        </w:rPr>
        <w:t xml:space="preserve">____ </w:t>
      </w:r>
      <w:r>
        <w:rPr>
          <w:rFonts w:ascii="Calibri" w:hAnsi="Calibri" w:cs="Calibri"/>
        </w:rPr>
        <w:t>hinter dem Spiegel</w:t>
      </w:r>
      <w:r w:rsidR="00DF6CCC">
        <w:rPr>
          <w:rFonts w:ascii="Calibri" w:hAnsi="Calibri" w:cs="Calibri"/>
        </w:rPr>
        <w:t>.</w:t>
      </w:r>
    </w:p>
    <w:p w14:paraId="06BE81D9" w14:textId="4CD44FD8" w:rsidR="006F234C" w:rsidRDefault="00B367D3" w:rsidP="0098301D">
      <w:pPr>
        <w:numPr>
          <w:ilvl w:val="0"/>
          <w:numId w:val="5"/>
        </w:numPr>
        <w:tabs>
          <w:tab w:val="clear" w:pos="360"/>
          <w:tab w:val="num" w:pos="4536"/>
        </w:tabs>
        <w:spacing w:line="360" w:lineRule="auto"/>
        <w:ind w:left="4536" w:hanging="1418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Einzeichnen des Lichtstrahls zwischen </w:t>
      </w:r>
      <w:r w:rsidR="00023DC3">
        <w:rPr>
          <w:rFonts w:ascii="Calibri" w:hAnsi="Calibri" w:cs="Calibri"/>
        </w:rPr>
        <w:t>___________________</w:t>
      </w:r>
      <w:r w:rsidR="00DF6CCC">
        <w:rPr>
          <w:rFonts w:ascii="Calibri" w:hAnsi="Calibri" w:cs="Calibri"/>
        </w:rPr>
        <w:t>______________</w:t>
      </w:r>
      <w:r w:rsidR="00023DC3">
        <w:rPr>
          <w:rFonts w:ascii="Calibri" w:hAnsi="Calibri" w:cs="Calibri"/>
        </w:rPr>
        <w:t>____</w:t>
      </w:r>
      <w:r w:rsidR="00DF6CCC">
        <w:rPr>
          <w:rFonts w:ascii="Calibri" w:hAnsi="Calibri" w:cs="Calibri"/>
        </w:rPr>
        <w:t>.</w:t>
      </w:r>
    </w:p>
    <w:p w14:paraId="558811EF" w14:textId="5537B1AC" w:rsidR="00B367D3" w:rsidRDefault="000946A5" w:rsidP="0098301D">
      <w:pPr>
        <w:numPr>
          <w:ilvl w:val="0"/>
          <w:numId w:val="5"/>
        </w:numPr>
        <w:tabs>
          <w:tab w:val="clear" w:pos="360"/>
          <w:tab w:val="num" w:pos="4536"/>
        </w:tabs>
        <w:spacing w:line="360" w:lineRule="auto"/>
        <w:ind w:left="4536" w:hanging="1418"/>
        <w:jc w:val="lef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A2E6AC9" wp14:editId="0798AE63">
                <wp:simplePos x="0" y="0"/>
                <wp:positionH relativeFrom="column">
                  <wp:posOffset>-2609850</wp:posOffset>
                </wp:positionH>
                <wp:positionV relativeFrom="paragraph">
                  <wp:posOffset>411480</wp:posOffset>
                </wp:positionV>
                <wp:extent cx="554990" cy="277495"/>
                <wp:effectExtent l="0" t="0" r="0" b="2540"/>
                <wp:wrapNone/>
                <wp:docPr id="20887413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BEE54" w14:textId="77777777" w:rsidR="005524CC" w:rsidRPr="005524CC" w:rsidRDefault="005524CC" w:rsidP="005524CC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5524CC">
                              <w:rPr>
                                <w:rFonts w:ascii="Calibri" w:hAnsi="Calibri" w:cs="Calibri"/>
                              </w:rPr>
                              <w:t>Kerze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2E6AC9" id="Textfeld 2" o:spid="_x0000_s1031" type="#_x0000_t202" style="position:absolute;left:0;text-align:left;margin-left:-205.5pt;margin-top:32.4pt;width:43.7pt;height:21.8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" filled="f" stroked="f">
                <v:textbox style="mso-fit-shape-to-text:t">
                  <w:txbxContent>
                    <w:p w14:paraId="4FCBEE54" w14:textId="77777777" w:rsidR="005524CC" w:rsidRPr="005524CC" w:rsidRDefault="005524CC" w:rsidP="005524CC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 w:rsidRPr="005524CC">
                        <w:rPr>
                          <w:rFonts w:ascii="Calibri" w:hAnsi="Calibri" w:cs="Calibri"/>
                        </w:rPr>
                        <w:t>Kerze</w:t>
                      </w:r>
                    </w:p>
                  </w:txbxContent>
                </v:textbox>
              </v:shape>
            </w:pict>
          </mc:Fallback>
        </mc:AlternateContent>
      </w:r>
      <w:r w:rsidR="00912B65">
        <w:rPr>
          <w:rFonts w:ascii="Calibri" w:hAnsi="Calibri" w:cs="Calibri"/>
        </w:rPr>
        <w:t xml:space="preserve">Einzeichnen des Lichtstrahls zwischen </w:t>
      </w:r>
      <w:r w:rsidR="00023DC3">
        <w:rPr>
          <w:rFonts w:ascii="Calibri" w:hAnsi="Calibri" w:cs="Calibri"/>
        </w:rPr>
        <w:t>_______</w:t>
      </w:r>
      <w:r w:rsidR="00DF6CCC">
        <w:rPr>
          <w:rFonts w:ascii="Calibri" w:hAnsi="Calibri" w:cs="Calibri"/>
        </w:rPr>
        <w:t>___</w:t>
      </w:r>
      <w:r w:rsidR="00023DC3">
        <w:rPr>
          <w:rFonts w:ascii="Calibri" w:hAnsi="Calibri" w:cs="Calibri"/>
        </w:rPr>
        <w:t>_____</w:t>
      </w:r>
      <w:r w:rsidR="00E144EE">
        <w:rPr>
          <w:rFonts w:ascii="Calibri" w:hAnsi="Calibri" w:cs="Calibri"/>
        </w:rPr>
        <w:t xml:space="preserve"> und Auftreffpunkt</w:t>
      </w:r>
      <w:r w:rsidR="00493C82">
        <w:rPr>
          <w:rFonts w:ascii="Calibri" w:hAnsi="Calibri" w:cs="Calibri"/>
        </w:rPr>
        <w:t xml:space="preserve"> des Lichts</w:t>
      </w:r>
      <w:r w:rsidR="00E144EE">
        <w:rPr>
          <w:rFonts w:ascii="Calibri" w:hAnsi="Calibri" w:cs="Calibri"/>
        </w:rPr>
        <w:t xml:space="preserve"> </w:t>
      </w:r>
      <w:r w:rsidR="00023DC3">
        <w:rPr>
          <w:rFonts w:ascii="Calibri" w:hAnsi="Calibri" w:cs="Calibri"/>
        </w:rPr>
        <w:t>__________________</w:t>
      </w:r>
      <w:r w:rsidR="00DF6CCC">
        <w:rPr>
          <w:rFonts w:ascii="Calibri" w:hAnsi="Calibri" w:cs="Calibri"/>
        </w:rPr>
        <w:t>____.</w:t>
      </w:r>
    </w:p>
    <w:p w14:paraId="6024EF30" w14:textId="69F47F5E" w:rsidR="00C179AA" w:rsidRDefault="00C179AA" w:rsidP="00E144EE">
      <w:pPr>
        <w:spacing w:line="300" w:lineRule="auto"/>
        <w:rPr>
          <w:rFonts w:ascii="Calibri" w:hAnsi="Calibri" w:cs="Calibri"/>
        </w:rPr>
      </w:pPr>
    </w:p>
    <w:p w14:paraId="4F4BEE89" w14:textId="7D9D62D5" w:rsidR="00ED5331" w:rsidRDefault="00ED5331" w:rsidP="00E144EE">
      <w:pPr>
        <w:spacing w:line="300" w:lineRule="auto"/>
        <w:rPr>
          <w:rFonts w:ascii="Calibri" w:hAnsi="Calibri" w:cs="Calibri"/>
        </w:rPr>
      </w:pPr>
    </w:p>
    <w:p w14:paraId="03F8FDD3" w14:textId="5E2408C2" w:rsidR="00FC7863" w:rsidRDefault="00FC7863" w:rsidP="00FC7863">
      <w:pPr>
        <w:spacing w:line="300" w:lineRule="auto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Übung</w:t>
      </w:r>
    </w:p>
    <w:p w14:paraId="022E4506" w14:textId="66DB6F08" w:rsidR="00FC7863" w:rsidRDefault="00FC7863" w:rsidP="00FC7863">
      <w:pPr>
        <w:spacing w:line="300" w:lineRule="auto"/>
        <w:rPr>
          <w:rFonts w:ascii="Calibri" w:hAnsi="Calibri" w:cs="Calibri"/>
        </w:rPr>
      </w:pPr>
      <w:bookmarkStart w:id="0" w:name="_Hlk192236016"/>
      <w:r>
        <w:rPr>
          <w:rFonts w:ascii="Calibri" w:hAnsi="Calibri" w:cs="Calibri"/>
        </w:rPr>
        <w:t>Wie hoch muss man einen Spiegel aufhängen, um sich vollständig darin zu sehen?</w:t>
      </w:r>
    </w:p>
    <w:p w14:paraId="441AA197" w14:textId="0EE28FA0" w:rsidR="00DF6CCC" w:rsidRDefault="00DF6CCC" w:rsidP="00FC7863">
      <w:pPr>
        <w:spacing w:line="300" w:lineRule="auto"/>
        <w:rPr>
          <w:rFonts w:ascii="Calibri" w:hAnsi="Calibri" w:cs="Calibri"/>
        </w:rPr>
      </w:pPr>
    </w:p>
    <w:bookmarkEnd w:id="0"/>
    <w:p w14:paraId="4CB5F05A" w14:textId="65A9D24F" w:rsidR="00FC7863" w:rsidRDefault="000946A5" w:rsidP="002E5FF7">
      <w:pPr>
        <w:spacing w:line="30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AD78438" wp14:editId="590BA586">
                <wp:simplePos x="0" y="0"/>
                <wp:positionH relativeFrom="column">
                  <wp:posOffset>631190</wp:posOffset>
                </wp:positionH>
                <wp:positionV relativeFrom="paragraph">
                  <wp:posOffset>472440</wp:posOffset>
                </wp:positionV>
                <wp:extent cx="403860" cy="2407920"/>
                <wp:effectExtent l="7620" t="9525" r="7620" b="11430"/>
                <wp:wrapNone/>
                <wp:docPr id="54891223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860" cy="2407920"/>
                          <a:chOff x="3372" y="7932"/>
                          <a:chExt cx="636" cy="3792"/>
                        </a:xfrm>
                      </wpg:grpSpPr>
                      <wps:wsp>
                        <wps:cNvPr id="154679515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3372" y="7932"/>
                            <a:ext cx="636" cy="81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817119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3372" y="8748"/>
                            <a:ext cx="636" cy="184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406167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3468" y="10596"/>
                            <a:ext cx="312" cy="112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842221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3576" y="10596"/>
                            <a:ext cx="312" cy="112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3233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3576" y="9072"/>
                            <a:ext cx="312" cy="112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611380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768" y="8124"/>
                            <a:ext cx="148" cy="148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752933" id="Group 20" o:spid="_x0000_s1026" style="position:absolute;margin-left:49.7pt;margin-top:37.2pt;width:31.8pt;height:189.6pt;z-index:251667456" coordorigin="3372,7932" coordsize="636,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">
                <v:oval id="Oval 14" o:spid="_x0000_s1027" style="position:absolute;left:3372;top:7932;width:636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"/>
                <v:oval id="Oval 15" o:spid="_x0000_s1028" style="position:absolute;left:3372;top:8748;width:636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"/>
                <v:oval id="Oval 16" o:spid="_x0000_s1029" style="position:absolute;left:3468;top:10596;width:312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"/>
                <v:oval id="Oval 17" o:spid="_x0000_s1030" style="position:absolute;left:3576;top:10596;width:312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"/>
                <v:oval id="Oval 18" o:spid="_x0000_s1031" style="position:absolute;left:3576;top:9072;width:312;height:1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"/>
                <v:oval id="Oval 19" o:spid="_x0000_s1032" style="position:absolute;left:3768;top:8124;width:148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" fillcolor="black [3213]"/>
              </v:group>
            </w:pict>
          </mc:Fallback>
        </mc:AlternateContent>
      </w:r>
      <w:r>
        <w:rPr>
          <w:rFonts w:ascii="Calibri" w:hAnsi="Calibri" w:cs="Calibri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47ED17" wp14:editId="47851F39">
                <wp:simplePos x="0" y="0"/>
                <wp:positionH relativeFrom="column">
                  <wp:posOffset>2620010</wp:posOffset>
                </wp:positionH>
                <wp:positionV relativeFrom="paragraph">
                  <wp:posOffset>167640</wp:posOffset>
                </wp:positionV>
                <wp:extent cx="175260" cy="2712720"/>
                <wp:effectExtent l="5715" t="9525" r="9525" b="11430"/>
                <wp:wrapNone/>
                <wp:docPr id="205493651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2712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044F6" id="Rectangle 13" o:spid="_x0000_s1026" style="position:absolute;margin-left:206.3pt;margin-top:13.2pt;width:13.8pt;height:21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" fillcolor="#d8d8d8 [2732]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AE470" wp14:editId="67912D56">
                <wp:simplePos x="0" y="0"/>
                <wp:positionH relativeFrom="column">
                  <wp:posOffset>86360</wp:posOffset>
                </wp:positionH>
                <wp:positionV relativeFrom="paragraph">
                  <wp:posOffset>2880360</wp:posOffset>
                </wp:positionV>
                <wp:extent cx="5276850" cy="144780"/>
                <wp:effectExtent l="5715" t="7620" r="13335" b="9525"/>
                <wp:wrapNone/>
                <wp:docPr id="73220190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B42F0" id="Rectangle 12" o:spid="_x0000_s1026" style="position:absolute;margin-left:6.8pt;margin-top:226.8pt;width:415.5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" fillcolor="#a5a5a5 [2092]"/>
            </w:pict>
          </mc:Fallback>
        </mc:AlternateContent>
      </w:r>
    </w:p>
    <w:sectPr w:rsidR="00FC7863" w:rsidSect="00795CDB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B2742" w14:textId="77777777" w:rsidR="00A62C9E" w:rsidRDefault="00A62C9E">
      <w:r>
        <w:separator/>
      </w:r>
    </w:p>
  </w:endnote>
  <w:endnote w:type="continuationSeparator" w:id="0">
    <w:p w14:paraId="79702418" w14:textId="77777777" w:rsidR="00A62C9E" w:rsidRDefault="00A6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D664" w14:textId="77777777" w:rsidR="006F6686" w:rsidRDefault="006F6686" w:rsidP="00C77C1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7B8448" w14:textId="77777777" w:rsidR="006F6686" w:rsidRDefault="006F6686" w:rsidP="00A47A2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4F0D0" w14:textId="33A78BA2" w:rsidR="006F6686" w:rsidRPr="001B6E0F" w:rsidRDefault="006F6686" w:rsidP="0095040C">
    <w:pPr>
      <w:pBdr>
        <w:bottom w:val="single" w:sz="12" w:space="1" w:color="auto"/>
      </w:pBdr>
      <w:ind w:right="-1"/>
      <w:jc w:val="right"/>
      <w:rPr>
        <w:rFonts w:cs="Arial"/>
        <w:sz w:val="16"/>
        <w:szCs w:val="16"/>
        <w:lang w:val="en-GB"/>
      </w:rPr>
    </w:pPr>
  </w:p>
  <w:p w14:paraId="20974D75" w14:textId="3DA48CCF" w:rsidR="006F6686" w:rsidRPr="001B6E0F" w:rsidRDefault="0098301D" w:rsidP="001B6E0F">
    <w:pPr>
      <w:pStyle w:val="Fuzeile"/>
      <w:jc w:val="right"/>
      <w:rPr>
        <w:sz w:val="16"/>
        <w:szCs w:val="16"/>
        <w:lang w:val="en-GB"/>
      </w:rPr>
    </w:pPr>
    <w:r w:rsidRPr="001B6E0F">
      <w:rPr>
        <w:rStyle w:val="Seitenzahl"/>
        <w:szCs w:val="20"/>
        <w:lang w:val="en-GB"/>
      </w:rPr>
      <w:tab/>
    </w:r>
    <w:r w:rsidR="006F6686" w:rsidRPr="00795CDB">
      <w:rPr>
        <w:rStyle w:val="Seitenzahl"/>
        <w:szCs w:val="20"/>
      </w:rPr>
      <w:fldChar w:fldCharType="begin"/>
    </w:r>
    <w:r w:rsidR="006F6686" w:rsidRPr="00795CDB">
      <w:rPr>
        <w:rStyle w:val="Seitenzahl"/>
        <w:szCs w:val="20"/>
      </w:rPr>
      <w:instrText xml:space="preserve"> PAGE </w:instrText>
    </w:r>
    <w:r w:rsidR="006F6686" w:rsidRPr="00795CDB">
      <w:rPr>
        <w:rStyle w:val="Seitenzahl"/>
        <w:szCs w:val="20"/>
      </w:rPr>
      <w:fldChar w:fldCharType="separate"/>
    </w:r>
    <w:r w:rsidR="00996B6A">
      <w:rPr>
        <w:rStyle w:val="Seitenzahl"/>
        <w:noProof/>
        <w:szCs w:val="20"/>
      </w:rPr>
      <w:t>1</w:t>
    </w:r>
    <w:r w:rsidR="006F6686" w:rsidRPr="00795CDB">
      <w:rPr>
        <w:rStyle w:val="Seitenzahl"/>
        <w:szCs w:val="20"/>
      </w:rPr>
      <w:fldChar w:fldCharType="end"/>
    </w:r>
    <w:r w:rsidR="006F6686" w:rsidRPr="00795CDB">
      <w:rPr>
        <w:rStyle w:val="Seitenzahl"/>
        <w:szCs w:val="20"/>
      </w:rPr>
      <w:t>/</w:t>
    </w:r>
    <w:r w:rsidR="006F6686" w:rsidRPr="00795CDB">
      <w:rPr>
        <w:rStyle w:val="Seitenzahl"/>
        <w:szCs w:val="20"/>
      </w:rPr>
      <w:fldChar w:fldCharType="begin"/>
    </w:r>
    <w:r w:rsidR="006F6686" w:rsidRPr="00795CDB">
      <w:rPr>
        <w:rStyle w:val="Seitenzahl"/>
        <w:szCs w:val="20"/>
      </w:rPr>
      <w:instrText xml:space="preserve"> NUMPAGES </w:instrText>
    </w:r>
    <w:r w:rsidR="006F6686" w:rsidRPr="00795CDB">
      <w:rPr>
        <w:rStyle w:val="Seitenzahl"/>
        <w:szCs w:val="20"/>
      </w:rPr>
      <w:fldChar w:fldCharType="separate"/>
    </w:r>
    <w:r w:rsidR="00996B6A">
      <w:rPr>
        <w:rStyle w:val="Seitenzahl"/>
        <w:noProof/>
        <w:szCs w:val="20"/>
      </w:rPr>
      <w:t>1</w:t>
    </w:r>
    <w:r w:rsidR="006F6686" w:rsidRPr="00795CDB">
      <w:rPr>
        <w:rStyle w:val="Seitenzahl"/>
        <w:szCs w:val="20"/>
      </w:rPr>
      <w:fldChar w:fldCharType="end"/>
    </w:r>
    <w:r w:rsidR="001B6E0F">
      <w:rPr>
        <w:rStyle w:val="Seitenzahl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CC567" w14:textId="77777777" w:rsidR="00A62C9E" w:rsidRDefault="00A62C9E">
      <w:r>
        <w:separator/>
      </w:r>
    </w:p>
  </w:footnote>
  <w:footnote w:type="continuationSeparator" w:id="0">
    <w:p w14:paraId="1DAA03B3" w14:textId="77777777" w:rsidR="00A62C9E" w:rsidRDefault="00A62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2A90F" w14:textId="601AE0C8" w:rsidR="00287AEC" w:rsidRPr="00287AEC" w:rsidRDefault="00287AEC" w:rsidP="00287AEC">
    <w:pPr>
      <w:pStyle w:val="Kopfzeile"/>
      <w:pBdr>
        <w:bottom w:val="single" w:sz="6" w:space="1" w:color="auto"/>
      </w:pBdr>
      <w:tabs>
        <w:tab w:val="clear" w:pos="4536"/>
      </w:tabs>
      <w:ind w:right="-46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Konstruktion von Spiegelbildern</w:t>
    </w:r>
    <w:r w:rsidRPr="00287AEC">
      <w:rPr>
        <w:rFonts w:asciiTheme="minorHAnsi" w:hAnsiTheme="minorHAnsi" w:cstheme="minorHAnsi"/>
      </w:rPr>
      <w:t xml:space="preserve"> </w:t>
    </w:r>
    <w:r w:rsidRPr="00287AEC">
      <w:rPr>
        <w:rFonts w:asciiTheme="minorHAnsi" w:hAnsiTheme="minorHAnsi" w:cstheme="minorHAnsi"/>
      </w:rPr>
      <w:tab/>
      <w:t>Optik mit H5P</w:t>
    </w:r>
  </w:p>
  <w:p w14:paraId="1367F011" w14:textId="29DD240F" w:rsidR="006F6686" w:rsidRPr="00287AEC" w:rsidRDefault="00287AEC" w:rsidP="00287AEC">
    <w:pPr>
      <w:pStyle w:val="Kopfzeile"/>
      <w:tabs>
        <w:tab w:val="clear" w:pos="4536"/>
      </w:tabs>
      <w:ind w:right="-46"/>
      <w:rPr>
        <w:rFonts w:asciiTheme="minorHAnsi" w:hAnsiTheme="minorHAnsi" w:cstheme="minorHAnsi"/>
      </w:rPr>
    </w:pPr>
    <w:r w:rsidRPr="00287AEC">
      <w:rPr>
        <w:rFonts w:asciiTheme="minorHAnsi" w:hAnsiTheme="minorHAnsi" w:cstheme="minorHAnsi"/>
      </w:rP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01F12"/>
    <w:multiLevelType w:val="hybridMultilevel"/>
    <w:tmpl w:val="360CF67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D81918"/>
    <w:multiLevelType w:val="hybridMultilevel"/>
    <w:tmpl w:val="FE721A36"/>
    <w:lvl w:ilvl="0" w:tplc="4CCED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41263EB"/>
    <w:multiLevelType w:val="hybridMultilevel"/>
    <w:tmpl w:val="0DD0241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1D0A10"/>
    <w:multiLevelType w:val="multilevel"/>
    <w:tmpl w:val="505892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3160E0"/>
    <w:multiLevelType w:val="multilevel"/>
    <w:tmpl w:val="5D0E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1141088">
    <w:abstractNumId w:val="3"/>
  </w:num>
  <w:num w:numId="2" w16cid:durableId="520975340">
    <w:abstractNumId w:val="4"/>
  </w:num>
  <w:num w:numId="3" w16cid:durableId="115222265">
    <w:abstractNumId w:val="2"/>
  </w:num>
  <w:num w:numId="4" w16cid:durableId="1552961277">
    <w:abstractNumId w:val="0"/>
  </w:num>
  <w:num w:numId="5" w16cid:durableId="236523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AA"/>
    <w:rsid w:val="00023C5B"/>
    <w:rsid w:val="00023DC3"/>
    <w:rsid w:val="00037320"/>
    <w:rsid w:val="0003785F"/>
    <w:rsid w:val="00037DAE"/>
    <w:rsid w:val="00041020"/>
    <w:rsid w:val="00043EC5"/>
    <w:rsid w:val="000519B2"/>
    <w:rsid w:val="000552F6"/>
    <w:rsid w:val="000574C6"/>
    <w:rsid w:val="00076290"/>
    <w:rsid w:val="000946A5"/>
    <w:rsid w:val="000A1592"/>
    <w:rsid w:val="000B7978"/>
    <w:rsid w:val="000C01A8"/>
    <w:rsid w:val="000C5815"/>
    <w:rsid w:val="000F50CC"/>
    <w:rsid w:val="00104523"/>
    <w:rsid w:val="001048D1"/>
    <w:rsid w:val="0011787B"/>
    <w:rsid w:val="00143E51"/>
    <w:rsid w:val="00177F52"/>
    <w:rsid w:val="00181131"/>
    <w:rsid w:val="00194781"/>
    <w:rsid w:val="001B6081"/>
    <w:rsid w:val="001B6E0F"/>
    <w:rsid w:val="001E4B70"/>
    <w:rsid w:val="001E71C9"/>
    <w:rsid w:val="001F10E2"/>
    <w:rsid w:val="0021149A"/>
    <w:rsid w:val="00244F5D"/>
    <w:rsid w:val="002534DD"/>
    <w:rsid w:val="00265B71"/>
    <w:rsid w:val="00287AEC"/>
    <w:rsid w:val="00292108"/>
    <w:rsid w:val="0029384B"/>
    <w:rsid w:val="002A1F8C"/>
    <w:rsid w:val="002A39CC"/>
    <w:rsid w:val="002C0691"/>
    <w:rsid w:val="002D69AC"/>
    <w:rsid w:val="002E5FF7"/>
    <w:rsid w:val="00303A9C"/>
    <w:rsid w:val="00304E6D"/>
    <w:rsid w:val="0033226F"/>
    <w:rsid w:val="0034175B"/>
    <w:rsid w:val="00366054"/>
    <w:rsid w:val="003712E6"/>
    <w:rsid w:val="00373279"/>
    <w:rsid w:val="00375FF8"/>
    <w:rsid w:val="00377D68"/>
    <w:rsid w:val="00396E1F"/>
    <w:rsid w:val="003A5248"/>
    <w:rsid w:val="003B3501"/>
    <w:rsid w:val="003C7E5C"/>
    <w:rsid w:val="003D4571"/>
    <w:rsid w:val="003D7210"/>
    <w:rsid w:val="0040349A"/>
    <w:rsid w:val="00424783"/>
    <w:rsid w:val="00434DBC"/>
    <w:rsid w:val="00450953"/>
    <w:rsid w:val="00473BDC"/>
    <w:rsid w:val="00481CCA"/>
    <w:rsid w:val="00493C82"/>
    <w:rsid w:val="004A199F"/>
    <w:rsid w:val="004A3B1D"/>
    <w:rsid w:val="004E48B5"/>
    <w:rsid w:val="004E5ADF"/>
    <w:rsid w:val="005408B7"/>
    <w:rsid w:val="005524CC"/>
    <w:rsid w:val="00556122"/>
    <w:rsid w:val="00560E82"/>
    <w:rsid w:val="005652EE"/>
    <w:rsid w:val="00573096"/>
    <w:rsid w:val="005A09D6"/>
    <w:rsid w:val="005B2CFA"/>
    <w:rsid w:val="005B7C0A"/>
    <w:rsid w:val="005E22FA"/>
    <w:rsid w:val="005E6515"/>
    <w:rsid w:val="005F1FE8"/>
    <w:rsid w:val="00614400"/>
    <w:rsid w:val="00617120"/>
    <w:rsid w:val="006225D4"/>
    <w:rsid w:val="00623F11"/>
    <w:rsid w:val="00624CD8"/>
    <w:rsid w:val="00636C23"/>
    <w:rsid w:val="00647973"/>
    <w:rsid w:val="00671F10"/>
    <w:rsid w:val="00687E9C"/>
    <w:rsid w:val="00687FF0"/>
    <w:rsid w:val="006901E7"/>
    <w:rsid w:val="006922FA"/>
    <w:rsid w:val="006F234C"/>
    <w:rsid w:val="006F6686"/>
    <w:rsid w:val="00700DD6"/>
    <w:rsid w:val="00714D6D"/>
    <w:rsid w:val="00736170"/>
    <w:rsid w:val="0075272E"/>
    <w:rsid w:val="007664A3"/>
    <w:rsid w:val="00776551"/>
    <w:rsid w:val="00784164"/>
    <w:rsid w:val="00793317"/>
    <w:rsid w:val="00795CDB"/>
    <w:rsid w:val="007E5DE5"/>
    <w:rsid w:val="007F7753"/>
    <w:rsid w:val="0080788E"/>
    <w:rsid w:val="0081147C"/>
    <w:rsid w:val="00826108"/>
    <w:rsid w:val="0083218D"/>
    <w:rsid w:val="0083657E"/>
    <w:rsid w:val="00840685"/>
    <w:rsid w:val="00841BEE"/>
    <w:rsid w:val="00842EEC"/>
    <w:rsid w:val="008A7098"/>
    <w:rsid w:val="008D18D9"/>
    <w:rsid w:val="008D2759"/>
    <w:rsid w:val="008F2080"/>
    <w:rsid w:val="00900271"/>
    <w:rsid w:val="00912B65"/>
    <w:rsid w:val="0092399E"/>
    <w:rsid w:val="009275B7"/>
    <w:rsid w:val="00927C10"/>
    <w:rsid w:val="009313DE"/>
    <w:rsid w:val="0095040C"/>
    <w:rsid w:val="00951E8F"/>
    <w:rsid w:val="009606CD"/>
    <w:rsid w:val="0098301D"/>
    <w:rsid w:val="009842F2"/>
    <w:rsid w:val="00985160"/>
    <w:rsid w:val="00996B6A"/>
    <w:rsid w:val="009D4C93"/>
    <w:rsid w:val="009E01B3"/>
    <w:rsid w:val="009E136A"/>
    <w:rsid w:val="009E66C8"/>
    <w:rsid w:val="00A12B53"/>
    <w:rsid w:val="00A31382"/>
    <w:rsid w:val="00A4240A"/>
    <w:rsid w:val="00A47A26"/>
    <w:rsid w:val="00A62C9E"/>
    <w:rsid w:val="00A64FD1"/>
    <w:rsid w:val="00A667F0"/>
    <w:rsid w:val="00A80DB4"/>
    <w:rsid w:val="00A81353"/>
    <w:rsid w:val="00A94C45"/>
    <w:rsid w:val="00AB430A"/>
    <w:rsid w:val="00AB5267"/>
    <w:rsid w:val="00AD6692"/>
    <w:rsid w:val="00AF2027"/>
    <w:rsid w:val="00AF7798"/>
    <w:rsid w:val="00B317BE"/>
    <w:rsid w:val="00B31C25"/>
    <w:rsid w:val="00B367D3"/>
    <w:rsid w:val="00B470DD"/>
    <w:rsid w:val="00B54EE3"/>
    <w:rsid w:val="00B562AA"/>
    <w:rsid w:val="00B76F97"/>
    <w:rsid w:val="00B93616"/>
    <w:rsid w:val="00B938EC"/>
    <w:rsid w:val="00B95632"/>
    <w:rsid w:val="00BC7B5E"/>
    <w:rsid w:val="00BE12CD"/>
    <w:rsid w:val="00C001BA"/>
    <w:rsid w:val="00C10B1A"/>
    <w:rsid w:val="00C179AA"/>
    <w:rsid w:val="00C34141"/>
    <w:rsid w:val="00C564F6"/>
    <w:rsid w:val="00C6348B"/>
    <w:rsid w:val="00C64CC3"/>
    <w:rsid w:val="00C73989"/>
    <w:rsid w:val="00C7764A"/>
    <w:rsid w:val="00C77C19"/>
    <w:rsid w:val="00C832A0"/>
    <w:rsid w:val="00C84EF9"/>
    <w:rsid w:val="00C86EC4"/>
    <w:rsid w:val="00CC32BA"/>
    <w:rsid w:val="00CD04D6"/>
    <w:rsid w:val="00CD560C"/>
    <w:rsid w:val="00D27C47"/>
    <w:rsid w:val="00D73942"/>
    <w:rsid w:val="00DA590F"/>
    <w:rsid w:val="00DC137B"/>
    <w:rsid w:val="00DD313C"/>
    <w:rsid w:val="00DE0DD5"/>
    <w:rsid w:val="00DF6CCC"/>
    <w:rsid w:val="00DF7E5F"/>
    <w:rsid w:val="00E144EE"/>
    <w:rsid w:val="00E33012"/>
    <w:rsid w:val="00E401F5"/>
    <w:rsid w:val="00E443CA"/>
    <w:rsid w:val="00E6457C"/>
    <w:rsid w:val="00E84ECB"/>
    <w:rsid w:val="00EC78CE"/>
    <w:rsid w:val="00ED2C8E"/>
    <w:rsid w:val="00ED5331"/>
    <w:rsid w:val="00EE571E"/>
    <w:rsid w:val="00F01E5C"/>
    <w:rsid w:val="00F221AB"/>
    <w:rsid w:val="00F31466"/>
    <w:rsid w:val="00F32933"/>
    <w:rsid w:val="00F347C0"/>
    <w:rsid w:val="00F34AF1"/>
    <w:rsid w:val="00F90F0A"/>
    <w:rsid w:val="00F9226C"/>
    <w:rsid w:val="00FA30F8"/>
    <w:rsid w:val="00FB447D"/>
    <w:rsid w:val="00FC7863"/>
    <w:rsid w:val="00FE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0333B"/>
  <w15:chartTrackingRefBased/>
  <w15:docId w15:val="{92594E6B-F002-40F2-9783-D65261B0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96B6A"/>
    <w:pPr>
      <w:jc w:val="both"/>
    </w:pPr>
    <w:rPr>
      <w:sz w:val="24"/>
      <w:szCs w:val="24"/>
    </w:rPr>
  </w:style>
  <w:style w:type="paragraph" w:styleId="berschrift1">
    <w:name w:val="heading 1"/>
    <w:basedOn w:val="Standard"/>
    <w:qFormat/>
    <w:rsid w:val="0080788E"/>
    <w:pPr>
      <w:spacing w:before="240" w:after="120"/>
      <w:jc w:val="center"/>
      <w:outlineLvl w:val="0"/>
    </w:pPr>
    <w:rPr>
      <w:b/>
      <w:bCs/>
      <w:kern w:val="36"/>
      <w:sz w:val="36"/>
      <w:szCs w:val="48"/>
      <w:u w:val="single"/>
    </w:rPr>
  </w:style>
  <w:style w:type="paragraph" w:styleId="berschrift2">
    <w:name w:val="heading 2"/>
    <w:basedOn w:val="Standard"/>
    <w:next w:val="Standard"/>
    <w:qFormat/>
    <w:rsid w:val="0080788E"/>
    <w:pPr>
      <w:keepNext/>
      <w:spacing w:before="240" w:after="60"/>
      <w:jc w:val="left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rsid w:val="0080788E"/>
    <w:pPr>
      <w:keepNext/>
      <w:spacing w:before="240" w:after="60"/>
      <w:outlineLvl w:val="2"/>
    </w:pPr>
    <w:rPr>
      <w:rFonts w:cs="Arial"/>
      <w:b/>
      <w:bCs/>
      <w:sz w:val="26"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10B1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10B1A"/>
    <w:pPr>
      <w:tabs>
        <w:tab w:val="center" w:pos="4536"/>
        <w:tab w:val="right" w:pos="9072"/>
      </w:tabs>
    </w:pPr>
  </w:style>
  <w:style w:type="paragraph" w:customStyle="1" w:styleId="Fettunterstrichen">
    <w:name w:val="Fettunterstrichen"/>
    <w:basedOn w:val="berschrift3"/>
    <w:rsid w:val="00037320"/>
    <w:rPr>
      <w:sz w:val="24"/>
    </w:rPr>
  </w:style>
  <w:style w:type="character" w:styleId="Seitenzahl">
    <w:name w:val="page number"/>
    <w:rsid w:val="00037320"/>
    <w:rPr>
      <w:rFonts w:ascii="Comic Sans MS" w:hAnsi="Comic Sans MS"/>
      <w:sz w:val="20"/>
    </w:rPr>
  </w:style>
  <w:style w:type="character" w:customStyle="1" w:styleId="KopfzeileZchn">
    <w:name w:val="Kopfzeile Zchn"/>
    <w:link w:val="Kopfzeile"/>
    <w:uiPriority w:val="99"/>
    <w:rsid w:val="00287AEC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9830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\Eigene%20Dateien\My%20Dropbox\Schule\Vorlagen\AB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AB.dot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PC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Robin Roth</dc:creator>
  <cp:keywords/>
  <cp:lastModifiedBy>Robin Roth</cp:lastModifiedBy>
  <cp:revision>10</cp:revision>
  <cp:lastPrinted>2025-03-23T22:58:00Z</cp:lastPrinted>
  <dcterms:created xsi:type="dcterms:W3CDTF">2025-03-07T11:11:00Z</dcterms:created>
  <dcterms:modified xsi:type="dcterms:W3CDTF">2025-03-23T22:58:00Z</dcterms:modified>
</cp:coreProperties>
</file>